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0BB50" w14:textId="2D137C01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3EEA443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5205AA7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FORMULARZ OFERTOWY WYKONAWCY</w:t>
      </w:r>
    </w:p>
    <w:p w14:paraId="7542C156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Dane dotyczące Wykonawcy</w:t>
      </w:r>
    </w:p>
    <w:p w14:paraId="1CFFE61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Nazwa:</w:t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>......................................................................................................</w:t>
      </w:r>
    </w:p>
    <w:p w14:paraId="202A14B0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Siedziba:</w:t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>......................................................................................................</w:t>
      </w:r>
    </w:p>
    <w:p w14:paraId="096856B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Nr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 xml:space="preserve"> NIP:</w:t>
      </w:r>
      <w:r w:rsidRPr="008F54A6">
        <w:rPr>
          <w:rFonts w:ascii="Arial Narrow" w:hAnsi="Arial Narrow"/>
          <w:sz w:val="24"/>
          <w:szCs w:val="24"/>
          <w:lang w:val="de-DE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02D47059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Nr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 xml:space="preserve"> REGON:</w:t>
      </w:r>
      <w:r w:rsidRPr="008F54A6">
        <w:rPr>
          <w:rFonts w:ascii="Arial Narrow" w:hAnsi="Arial Narrow"/>
          <w:sz w:val="24"/>
          <w:szCs w:val="24"/>
          <w:lang w:val="de-DE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2AE6B816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Nr telefonu / faks:</w:t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>......................................................................................................</w:t>
      </w:r>
    </w:p>
    <w:p w14:paraId="7030EED8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r w:rsidRPr="008F54A6">
        <w:rPr>
          <w:rFonts w:ascii="Arial Narrow" w:hAnsi="Arial Narrow"/>
          <w:sz w:val="24"/>
          <w:szCs w:val="24"/>
          <w:lang w:val="de-DE"/>
        </w:rPr>
        <w:t xml:space="preserve">Adres </w:t>
      </w: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e-mail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>:</w:t>
      </w:r>
      <w:r w:rsidRPr="008F54A6">
        <w:rPr>
          <w:rFonts w:ascii="Arial Narrow" w:hAnsi="Arial Narrow"/>
          <w:sz w:val="24"/>
          <w:szCs w:val="24"/>
          <w:lang w:val="de-DE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2047D6EC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r w:rsidRPr="008F54A6">
        <w:rPr>
          <w:rFonts w:ascii="Arial Narrow" w:hAnsi="Arial Narrow"/>
          <w:sz w:val="24"/>
          <w:szCs w:val="24"/>
          <w:lang w:val="de-DE"/>
        </w:rPr>
        <w:t xml:space="preserve">Adres </w:t>
      </w:r>
      <w:r w:rsidRPr="008F54A6">
        <w:rPr>
          <w:rFonts w:ascii="Arial Narrow" w:hAnsi="Arial Narrow"/>
          <w:sz w:val="24"/>
          <w:szCs w:val="24"/>
        </w:rPr>
        <w:t>skrzynki</w:t>
      </w:r>
      <w:r w:rsidRPr="008F54A6"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ePUAP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>:</w:t>
      </w:r>
      <w:r w:rsidRPr="008F54A6">
        <w:rPr>
          <w:rFonts w:ascii="Arial Narrow" w:hAnsi="Arial Narrow"/>
          <w:sz w:val="24"/>
          <w:szCs w:val="24"/>
          <w:lang w:val="de-DE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7F0CD859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</w:p>
    <w:p w14:paraId="2AD4CC83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Wykonawca jest:</w:t>
      </w:r>
    </w:p>
    <w:p w14:paraId="40B692E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mikroprzedsiębiorstwem,</w:t>
      </w:r>
    </w:p>
    <w:p w14:paraId="372FB065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małym przedsiębiorstwem,</w:t>
      </w:r>
    </w:p>
    <w:p w14:paraId="3B8ED6CD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średnim przedsiębiorstwem,</w:t>
      </w:r>
    </w:p>
    <w:p w14:paraId="71D35494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jednoosobową działalnością gospodarczą,</w:t>
      </w:r>
    </w:p>
    <w:p w14:paraId="5360B75D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osobą fizyczną nieprowadzącą działalności gospodarczej,</w:t>
      </w:r>
    </w:p>
    <w:p w14:paraId="40673F88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innym rodzajem</w:t>
      </w:r>
    </w:p>
    <w:p w14:paraId="53FD0897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– należy wybrać właściwe, poprzez zaznaczenie odpowiedniego pola symbolem x</w:t>
      </w:r>
    </w:p>
    <w:p w14:paraId="2D3F6DE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UWAGA:</w:t>
      </w:r>
    </w:p>
    <w:p w14:paraId="756944E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przypadku złożenia oferty przez Wykonawców wspólnie ubiegających się o zamówienie publiczne powyższą informację należy podać dla każdego z Wykonawców oddzielnie.</w:t>
      </w:r>
    </w:p>
    <w:p w14:paraId="6286803B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CF23791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Osoby do kontaktów z Zamawiającym</w:t>
      </w:r>
    </w:p>
    <w:p w14:paraId="534A913D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Nazwisko, imię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6EB2A9A6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Stanowisko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57233300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Telefon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..................................................., e-mail: ......................................................,</w:t>
      </w:r>
    </w:p>
    <w:p w14:paraId="7C685DD7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AE4EEF3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Pełnomocnik w przypadku składania oferty wspólnej</w:t>
      </w:r>
    </w:p>
    <w:p w14:paraId="4BAFC535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Nazwisko, imię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312D4F6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Stanowisko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324D0C3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Telefon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..................................................., e-mail: ......................................................,</w:t>
      </w:r>
    </w:p>
    <w:p w14:paraId="50DBAC3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Zakres:</w:t>
      </w:r>
    </w:p>
    <w:p w14:paraId="1669D5C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- do reprezentowania w postępowaniu,*</w:t>
      </w:r>
    </w:p>
    <w:p w14:paraId="753BF8E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- do reprezentowania w postępowaniu i zawarcia umowy.*</w:t>
      </w:r>
    </w:p>
    <w:p w14:paraId="18C9AC0A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ZOBOWIĄZANIE WYKONAWCY</w:t>
      </w:r>
    </w:p>
    <w:p w14:paraId="0BD9AC91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W odpowiedzi na ogłoszenie w trybie podstawowym na podstawie art. 275 pkt 1 ustawy </w:t>
      </w:r>
      <w:proofErr w:type="spellStart"/>
      <w:r w:rsidRPr="008F54A6">
        <w:rPr>
          <w:rFonts w:ascii="Arial Narrow" w:hAnsi="Arial Narrow"/>
          <w:sz w:val="24"/>
          <w:szCs w:val="24"/>
        </w:rPr>
        <w:t>Pzp</w:t>
      </w:r>
      <w:proofErr w:type="spellEnd"/>
      <w:r w:rsidRPr="008F54A6">
        <w:rPr>
          <w:rFonts w:ascii="Arial Narrow" w:hAnsi="Arial Narrow"/>
          <w:sz w:val="24"/>
          <w:szCs w:val="24"/>
        </w:rPr>
        <w:t xml:space="preserve"> na realizację zamówienia „Remont konserwatorski elewacji Kamienicy pod Gwiazdą</w:t>
      </w:r>
    </w:p>
    <w:p w14:paraId="38BDDB3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” składam/y niniejszą ofertę wykonanie przedmiotu zamówienia na kwotę:</w:t>
      </w:r>
    </w:p>
    <w:p w14:paraId="6690A593" w14:textId="4166AFD8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lastRenderedPageBreak/>
        <w:t>W</w:t>
      </w:r>
      <w:r w:rsidRPr="008F54A6">
        <w:rPr>
          <w:rFonts w:ascii="Arial Narrow" w:hAnsi="Arial Narrow"/>
          <w:sz w:val="24"/>
          <w:szCs w:val="24"/>
          <w:u w:val="single"/>
        </w:rPr>
        <w:t xml:space="preserve"> przypadku zastosowania jednej stawki VAT</w:t>
      </w:r>
      <w:r w:rsidRPr="008F54A6">
        <w:rPr>
          <w:rFonts w:ascii="Arial Narrow" w:hAnsi="Arial Narrow"/>
          <w:sz w:val="24"/>
          <w:szCs w:val="24"/>
          <w:u w:val="single"/>
        </w:rPr>
        <w:t>:</w:t>
      </w:r>
    </w:p>
    <w:p w14:paraId="562CE040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netto: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</w:p>
    <w:p w14:paraId="12A3EE04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35EEBF1C" w14:textId="0B7E9AA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VAT: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74CF60DF" w14:textId="1B74C431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3265CBB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11C03752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brutto: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 ....................................................................</w:t>
      </w:r>
    </w:p>
    <w:p w14:paraId="6C981D37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EA2E834" w14:textId="3A40177F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W przypadku zastosowania więcej niż jednej stawki VAT</w:t>
      </w:r>
      <w:r>
        <w:rPr>
          <w:rFonts w:ascii="Arial Narrow" w:hAnsi="Arial Narrow"/>
          <w:sz w:val="24"/>
          <w:szCs w:val="24"/>
          <w:u w:val="single"/>
        </w:rPr>
        <w:t xml:space="preserve"> (wypełnić odrębnie dla każdej zastosowanej stawki VAT</w:t>
      </w:r>
      <w:r w:rsidRPr="008F54A6">
        <w:rPr>
          <w:rFonts w:ascii="Arial Narrow" w:hAnsi="Arial Narrow"/>
          <w:sz w:val="24"/>
          <w:szCs w:val="24"/>
          <w:u w:val="single"/>
        </w:rPr>
        <w:t>:</w:t>
      </w:r>
    </w:p>
    <w:p w14:paraId="2E4908ED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brutto: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 ....................................................................</w:t>
      </w:r>
    </w:p>
    <w:p w14:paraId="5FF30659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30B76C1" w14:textId="42E82C29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 stawka VAT:</w:t>
      </w:r>
    </w:p>
    <w:p w14:paraId="6D3752B2" w14:textId="4DBF2396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netto: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</w:p>
    <w:p w14:paraId="7E6C5CA3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1E2AE1A9" w14:textId="3A32F491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8F54A6">
        <w:rPr>
          <w:rFonts w:ascii="Arial Narrow" w:hAnsi="Arial Narrow"/>
          <w:sz w:val="24"/>
          <w:szCs w:val="24"/>
        </w:rPr>
        <w:t xml:space="preserve">AT: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5816A0BA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4323BD3C" w14:textId="7720F2E2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brutto: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 ....................................................................</w:t>
      </w:r>
    </w:p>
    <w:p w14:paraId="4AD6E8C9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1D9E459" w14:textId="1A1C8069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 stawka VAT:</w:t>
      </w:r>
    </w:p>
    <w:p w14:paraId="684C5BD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netto: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</w:p>
    <w:p w14:paraId="546D3A00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7D56F07B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VAT: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48A818E7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37663D59" w14:textId="73D03B5E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brutto: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 ....................................................................</w:t>
      </w:r>
    </w:p>
    <w:p w14:paraId="666D81F0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35F56A8" w14:textId="717BB1FF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 stawka VAT:</w:t>
      </w:r>
    </w:p>
    <w:p w14:paraId="631889F1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netto: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</w:p>
    <w:p w14:paraId="3F70CD66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65849CA4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VAT: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B7A309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09A62796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brutto: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 ....................................................................</w:t>
      </w:r>
    </w:p>
    <w:p w14:paraId="1616FFE9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B644D30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Okres gwarancji: …………………..miesięcy.</w:t>
      </w:r>
    </w:p>
    <w:p w14:paraId="119E538A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1770C61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F82B38D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77533C2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DE5C02E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7695B9C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8345F1A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1F1DF1D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lastRenderedPageBreak/>
        <w:t>POZOSTAŁE OŚWIADCZENIA WYKONAWCY</w:t>
      </w:r>
    </w:p>
    <w:p w14:paraId="5709299C" w14:textId="77777777" w:rsidR="008F54A6" w:rsidRPr="008F54A6" w:rsidRDefault="008F54A6" w:rsidP="008F54A6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  <w:u w:val="single"/>
        </w:rPr>
        <w:t>Oświadczenie dotyczące postanowień specyfikacji warunków zamówienia</w:t>
      </w:r>
    </w:p>
    <w:p w14:paraId="158E29DB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Ja (my) niżej podpisany(i) oświadczamy, że:</w:t>
      </w:r>
    </w:p>
    <w:p w14:paraId="09E8646B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zapoznaliśmy się ze specyfikacją warunków zamówienia, nie wnosimy żadnych zastrzeżeń oraz uzyskaliśmy niezbędne informacje do przygotowania oferty,</w:t>
      </w:r>
    </w:p>
    <w:p w14:paraId="336116A4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uważamy się za związanych z ofertą przez czas wskazany w specyfikacji warunków zamówienia,</w:t>
      </w:r>
    </w:p>
    <w:p w14:paraId="2EAE6D24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załączone do specyfikacji warunków zamówienia wymagania stawiane Wykonawcy oraz postanowienia umowy zostały przez nas zaakceptowane bez zastrzeżeń i zobowiązujemy się w przypadku wyboru naszej oferty do zawarcia umowy w miejscu i terminie wyznaczonym przez Zamawiającego,</w:t>
      </w:r>
    </w:p>
    <w:p w14:paraId="749DD691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nie uczestniczymy jako Wykonawca lub Współwykonawca w jakiejkolwiek innej ofercie złożonej w ramach niniejszego postępowania o udzielenie zamówienia publicznego,</w:t>
      </w:r>
    </w:p>
    <w:p w14:paraId="663D665E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akceptujemy warunki płatności określone w projekcie umowy,</w:t>
      </w:r>
    </w:p>
    <w:p w14:paraId="5C8D215A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cenie mojej/naszej oferty zostały uwzględnione wszystkie koszty wykonania zamówienia</w:t>
      </w:r>
    </w:p>
    <w:p w14:paraId="2D45678B" w14:textId="77777777" w:rsidR="008F54A6" w:rsidRPr="008F54A6" w:rsidRDefault="008F54A6" w:rsidP="008F54A6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nie podlegamy wykluczeniu na podstawie art. 7 ust 1 ustawy z dnia 13 kwietnia </w:t>
      </w:r>
      <w:r w:rsidRPr="008F54A6">
        <w:rPr>
          <w:rFonts w:ascii="Arial Narrow" w:hAnsi="Arial Narrow"/>
          <w:sz w:val="24"/>
          <w:szCs w:val="24"/>
        </w:rPr>
        <w:br/>
        <w:t>2022 r. o szczególnych rozwiązaniach w zakresie przeciwdziałania wspieraniu agresji na Ukrainę oraz służących ochronie bezpieczeństwa narodowego,</w:t>
      </w:r>
    </w:p>
    <w:p w14:paraId="5AA1FDE9" w14:textId="77777777" w:rsidR="008F54A6" w:rsidRPr="008F54A6" w:rsidRDefault="008F54A6" w:rsidP="008F54A6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  <w:u w:val="single"/>
        </w:rPr>
        <w:t>Oświadczenie Wykonawcy w zakresie wypełnienia obowiązków informacyjnych przewidzianych w art. 13 lub art. 14 RODO</w:t>
      </w:r>
    </w:p>
    <w:p w14:paraId="1396B940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Oświadczam, że wypełniłem obowiązki informacyjne przewidziane w art. 13 lub art. 14 RODO</w:t>
      </w:r>
      <w:r w:rsidRPr="008F54A6">
        <w:rPr>
          <w:rFonts w:ascii="Arial Narrow" w:hAnsi="Arial Narrow"/>
          <w:sz w:val="24"/>
          <w:szCs w:val="24"/>
          <w:vertAlign w:val="superscript"/>
        </w:rPr>
        <w:t>1)</w:t>
      </w:r>
      <w:r w:rsidRPr="008F54A6">
        <w:rPr>
          <w:rFonts w:ascii="Arial Narrow" w:hAnsi="Arial Narrow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8F54A6">
        <w:rPr>
          <w:rFonts w:ascii="Arial Narrow" w:hAnsi="Arial Narrow"/>
          <w:sz w:val="24"/>
          <w:szCs w:val="24"/>
          <w:vertAlign w:val="superscript"/>
        </w:rPr>
        <w:t>2)</w:t>
      </w:r>
    </w:p>
    <w:p w14:paraId="184D8B6B" w14:textId="77777777" w:rsidR="008F54A6" w:rsidRPr="008F54A6" w:rsidRDefault="008F54A6" w:rsidP="008F54A6">
      <w:pPr>
        <w:numPr>
          <w:ilvl w:val="0"/>
          <w:numId w:val="3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EA4011" w14:textId="77777777" w:rsidR="008F54A6" w:rsidRPr="008F54A6" w:rsidRDefault="008F54A6" w:rsidP="008F54A6">
      <w:pPr>
        <w:numPr>
          <w:ilvl w:val="0"/>
          <w:numId w:val="3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A8AEDB" w14:textId="77777777" w:rsidR="008F54A6" w:rsidRPr="008F54A6" w:rsidRDefault="008F54A6" w:rsidP="008F54A6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Zamówienie wykonam sam/z udziałem* Podwykonawców (*niepotrzebne skreślić)</w:t>
      </w: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825"/>
        <w:gridCol w:w="3401"/>
      </w:tblGrid>
      <w:tr w:rsidR="008F54A6" w:rsidRPr="008F54A6" w14:paraId="1ABF09C9" w14:textId="77777777">
        <w:trPr>
          <w:trHeight w:val="69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C48E9F0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L.p.</w:t>
            </w:r>
            <w:proofErr w:type="spellEnd"/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44388FB" w14:textId="2A8882DC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Części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zamówienia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zakres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prac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jakie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Wykonawca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zamierza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powierzyć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Podwykonawcom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DEAFB7E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Firma (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nazwa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Podwykonawcy</w:t>
            </w:r>
            <w:proofErr w:type="spellEnd"/>
          </w:p>
        </w:tc>
      </w:tr>
      <w:tr w:rsidR="008F54A6" w:rsidRPr="008F54A6" w14:paraId="6614FD60" w14:textId="77777777">
        <w:trPr>
          <w:trHeight w:val="558"/>
        </w:trPr>
        <w:tc>
          <w:tcPr>
            <w:tcW w:w="8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DE724E9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1.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7FBDA9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9BCD05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8F54A6" w:rsidRPr="008F54A6" w14:paraId="009B3510" w14:textId="77777777">
        <w:trPr>
          <w:trHeight w:val="558"/>
        </w:trPr>
        <w:tc>
          <w:tcPr>
            <w:tcW w:w="8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E492D6E" w14:textId="0FC1C769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2.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(…)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60C1D4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F8DF4B" w14:textId="77777777" w:rsidR="008F54A6" w:rsidRPr="008F54A6" w:rsidRDefault="008F54A6" w:rsidP="008F54A6">
            <w:pPr>
              <w:spacing w:after="0" w:line="276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14:paraId="5D4F611B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4E628F1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7F328D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94D2EC9" w14:textId="77777777" w:rsidR="008F54A6" w:rsidRPr="008F54A6" w:rsidRDefault="008F54A6" w:rsidP="008F54A6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lastRenderedPageBreak/>
        <w:t>Oświadczam(y), że:</w:t>
      </w:r>
    </w:p>
    <w:p w14:paraId="3108C27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wybór mojej / naszej oferty nie będzie / będzie* prowadził do powstania u Zamawiającego obowiązku podatkowego** zgodnie z przepisami o podatku od towarów i usług w zakresie:</w:t>
      </w:r>
    </w:p>
    <w:p w14:paraId="381A1DB6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 oraz wskazać stawkę podatku od towarów i usług, która zgodnie z wiedzą wykonawcy będzie miała zastosowanie)</w:t>
      </w:r>
    </w:p>
    <w:p w14:paraId="5CF2A2F6" w14:textId="77777777" w:rsidR="008F54A6" w:rsidRPr="008F54A6" w:rsidRDefault="008F54A6" w:rsidP="008F54A6">
      <w:pPr>
        <w:numPr>
          <w:ilvl w:val="0"/>
          <w:numId w:val="4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………………………………………………………. o wartości …………………. zł netto, </w:t>
      </w:r>
    </w:p>
    <w:p w14:paraId="63629B05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stawka podatku od towarów i usług ……………..…</w:t>
      </w:r>
    </w:p>
    <w:p w14:paraId="58E1FEFC" w14:textId="77777777" w:rsidR="008F54A6" w:rsidRPr="008F54A6" w:rsidRDefault="008F54A6" w:rsidP="008F54A6">
      <w:pPr>
        <w:numPr>
          <w:ilvl w:val="0"/>
          <w:numId w:val="4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………………………………………………………. o wartości …………………. zł netto, </w:t>
      </w:r>
    </w:p>
    <w:p w14:paraId="70FFE029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stawka podatku od towarów i usług ……………..…</w:t>
      </w:r>
    </w:p>
    <w:p w14:paraId="23478433" w14:textId="77777777" w:rsidR="008F54A6" w:rsidRPr="008F54A6" w:rsidRDefault="008F54A6" w:rsidP="008F54A6">
      <w:pPr>
        <w:numPr>
          <w:ilvl w:val="0"/>
          <w:numId w:val="4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………………………………………………………. o wartości …………………. zł netto, </w:t>
      </w:r>
    </w:p>
    <w:p w14:paraId="09A7636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stawka podatku od towarów i usług ……………..…</w:t>
      </w:r>
    </w:p>
    <w:p w14:paraId="759C6BA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CDC048D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Dokumenty</w:t>
      </w:r>
    </w:p>
    <w:p w14:paraId="6FA73EF5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Na potwierdzenie spełnienia wymagań do oferty załączam: </w:t>
      </w:r>
    </w:p>
    <w:p w14:paraId="7E271D8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3DA402A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5805C4C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705C2FBC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Zastrzeżenie Wykonawcy</w:t>
      </w:r>
    </w:p>
    <w:p w14:paraId="1BA026C7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Niżej wymienione dokumenty składające się na ofertę stanowiące tajemnicę przedsiębiorstwa nie mogą być ogólnie udostępnione* (ponadto należy wykazać, iż zastrzeżone informacje stanowią tajemnicę przedsiębiorstwa):</w:t>
      </w:r>
    </w:p>
    <w:p w14:paraId="69FC4DEC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0F464854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16518015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4FAB56A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 xml:space="preserve">Inne informacje Wykonawcy: </w:t>
      </w:r>
    </w:p>
    <w:p w14:paraId="7B2756B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2F37CBAF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0A8DBA71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7A362790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A98A717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Oferta została złożona na .................. ponumerowanych stronach.</w:t>
      </w:r>
    </w:p>
    <w:p w14:paraId="1D4EE6DD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342CB9D" w14:textId="20F90B8B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bookmarkStart w:id="1" w:name="_Hlk129357293"/>
      <w:bookmarkStart w:id="2" w:name="_Hlk129356028"/>
      <w:r>
        <w:rPr>
          <w:rFonts w:ascii="Arial Narrow" w:hAnsi="Arial Narrow"/>
          <w:sz w:val="24"/>
          <w:szCs w:val="24"/>
        </w:rPr>
        <w:t xml:space="preserve">Podpis: </w:t>
      </w:r>
    </w:p>
    <w:p w14:paraId="3AC03913" w14:textId="77777777" w:rsid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110D372" w14:textId="0489EFC6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5D8CB5F2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A2CF694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Uwaga:</w:t>
      </w:r>
    </w:p>
    <w:p w14:paraId="29FC7AA9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lastRenderedPageBreak/>
        <w:t>W przypadku składania oferty wspólnej Ofertę podpisuje ustanowiony do reprezentowania</w:t>
      </w:r>
      <w:r w:rsidRPr="008F54A6">
        <w:rPr>
          <w:rFonts w:ascii="Arial Narrow" w:hAnsi="Arial Narrow"/>
          <w:sz w:val="24"/>
          <w:szCs w:val="24"/>
        </w:rPr>
        <w:br/>
        <w:t>w postępowaniu Pełnomocnik lub łącznie wszyscy Wykonawcy składający wspólną ofertę.</w:t>
      </w:r>
      <w:bookmarkEnd w:id="1"/>
      <w:bookmarkEnd w:id="2"/>
    </w:p>
    <w:p w14:paraId="55FA78A4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*</w:t>
      </w:r>
      <w:r w:rsidRPr="008F54A6">
        <w:rPr>
          <w:rFonts w:ascii="Arial Narrow" w:hAnsi="Arial Narrow"/>
          <w:sz w:val="24"/>
          <w:szCs w:val="24"/>
        </w:rPr>
        <w:tab/>
        <w:t>niepotrzebne skreślić</w:t>
      </w:r>
    </w:p>
    <w:p w14:paraId="04F2FDDA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** </w:t>
      </w:r>
      <w:r w:rsidRPr="008F54A6">
        <w:rPr>
          <w:rFonts w:ascii="Arial Narrow" w:hAnsi="Arial Narrow"/>
          <w:sz w:val="24"/>
          <w:szCs w:val="24"/>
        </w:rPr>
        <w:tab/>
        <w:t>Powstanie obowiązku podatkowego u Zamawiającego wynika z okoliczności: wewnątrzwspólnotowego nabycia towarów, importu usług lub towarów, mechanizmu odwróconego obciążenia podatkiem VAT.</w:t>
      </w:r>
    </w:p>
    <w:p w14:paraId="7901589A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3B105EE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93D4A35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F54CFC9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3B427AA" w14:textId="77777777" w:rsidR="008F54A6" w:rsidRPr="008F54A6" w:rsidRDefault="008F54A6" w:rsidP="008F54A6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4405B75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B10E9" w14:textId="77777777" w:rsidR="00D100D4" w:rsidRDefault="00D100D4" w:rsidP="001522C2">
      <w:pPr>
        <w:spacing w:after="0" w:line="240" w:lineRule="auto"/>
      </w:pPr>
      <w:r>
        <w:separator/>
      </w:r>
    </w:p>
  </w:endnote>
  <w:endnote w:type="continuationSeparator" w:id="0">
    <w:p w14:paraId="65A11A2A" w14:textId="77777777" w:rsidR="00D100D4" w:rsidRDefault="00D100D4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2A11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32266935" wp14:editId="069EF318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E47AC2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04C3F" w14:textId="77777777" w:rsidR="00D100D4" w:rsidRDefault="00D100D4" w:rsidP="001522C2">
      <w:pPr>
        <w:spacing w:after="0" w:line="240" w:lineRule="auto"/>
      </w:pPr>
      <w:r>
        <w:separator/>
      </w:r>
    </w:p>
  </w:footnote>
  <w:footnote w:type="continuationSeparator" w:id="0">
    <w:p w14:paraId="079415F7" w14:textId="77777777" w:rsidR="00D100D4" w:rsidRDefault="00D100D4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419B9" w14:textId="38C1F0D8" w:rsidR="008F54A6" w:rsidRDefault="008F54A6">
    <w:pPr>
      <w:pStyle w:val="Nagwek"/>
    </w:pPr>
    <w:r w:rsidRPr="008F54A6">
      <w:rPr>
        <w:rFonts w:ascii="Arial Narrow" w:hAnsi="Arial Narrow"/>
        <w:sz w:val="24"/>
        <w:szCs w:val="24"/>
      </w:rPr>
      <w:t>Załącznik nr 1 do SWZ</w:t>
    </w:r>
    <w:r>
      <w:rPr>
        <w:rFonts w:ascii="Arial Narrow" w:hAnsi="Arial Narrow"/>
        <w:sz w:val="24"/>
        <w:szCs w:val="24"/>
      </w:rPr>
      <w:t xml:space="preserve">,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</w:p>
  <w:p w14:paraId="4FD3EE09" w14:textId="77777777" w:rsidR="008F54A6" w:rsidRDefault="008F5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0C88"/>
    <w:multiLevelType w:val="hybridMultilevel"/>
    <w:tmpl w:val="3E8A7F80"/>
    <w:lvl w:ilvl="0" w:tplc="855C847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D298B"/>
    <w:multiLevelType w:val="hybridMultilevel"/>
    <w:tmpl w:val="FEE89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A5612"/>
    <w:multiLevelType w:val="hybridMultilevel"/>
    <w:tmpl w:val="85463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E05BC"/>
    <w:multiLevelType w:val="hybridMultilevel"/>
    <w:tmpl w:val="F94A364C"/>
    <w:lvl w:ilvl="0" w:tplc="DF1CC4B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DE74B54"/>
    <w:multiLevelType w:val="hybridMultilevel"/>
    <w:tmpl w:val="DC0A1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79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275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33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559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6847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A6"/>
    <w:rsid w:val="001522C2"/>
    <w:rsid w:val="001D1F39"/>
    <w:rsid w:val="00795F52"/>
    <w:rsid w:val="008F54A6"/>
    <w:rsid w:val="00AA6F2D"/>
    <w:rsid w:val="00C6059F"/>
    <w:rsid w:val="00CB37E0"/>
    <w:rsid w:val="00CE2DCB"/>
    <w:rsid w:val="00D100D4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5358"/>
  <w15:chartTrackingRefBased/>
  <w15:docId w15:val="{D345CE89-9538-4F5F-BEBF-1F3487C5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Akapitzlist">
    <w:name w:val="List Paragraph"/>
    <w:basedOn w:val="Normalny"/>
    <w:uiPriority w:val="34"/>
    <w:qFormat/>
    <w:rsid w:val="008F5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9</TotalTime>
  <Pages>5</Pages>
  <Words>1324</Words>
  <Characters>7948</Characters>
  <Application>Microsoft Office Word</Application>
  <DocSecurity>0</DocSecurity>
  <Lines>66</Lines>
  <Paragraphs>18</Paragraphs>
  <ScaleCrop>false</ScaleCrop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2026-01-26T16:00:00Z</dcterms:created>
  <dcterms:modified xsi:type="dcterms:W3CDTF">2026-01-26T16:10:00Z</dcterms:modified>
</cp:coreProperties>
</file>